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0FDB8" w14:textId="77777777" w:rsidR="000719BB" w:rsidRDefault="000719BB" w:rsidP="006C2343">
      <w:pPr>
        <w:pStyle w:val="Titul2"/>
      </w:pPr>
    </w:p>
    <w:p w14:paraId="70126F28" w14:textId="77777777" w:rsidR="00826B7B" w:rsidRDefault="00826B7B" w:rsidP="006C2343">
      <w:pPr>
        <w:pStyle w:val="Titul2"/>
      </w:pPr>
    </w:p>
    <w:p w14:paraId="0E3F405B" w14:textId="77777777" w:rsidR="000008ED" w:rsidRPr="000719BB" w:rsidRDefault="000008ED" w:rsidP="006C2343">
      <w:pPr>
        <w:pStyle w:val="Titul2"/>
      </w:pPr>
      <w:r>
        <w:t>Díl 4</w:t>
      </w:r>
    </w:p>
    <w:p w14:paraId="2B94890C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C5A6EB7" w14:textId="77777777" w:rsidR="00AD0C7B" w:rsidRDefault="00AD0C7B" w:rsidP="00AD0C7B">
      <w:pPr>
        <w:pStyle w:val="Titul2"/>
      </w:pPr>
    </w:p>
    <w:p w14:paraId="34566F1F" w14:textId="77777777" w:rsidR="000008ED" w:rsidRDefault="000008ED" w:rsidP="00AD0C7B">
      <w:pPr>
        <w:pStyle w:val="Titul2"/>
      </w:pPr>
      <w:r>
        <w:t>Část 1</w:t>
      </w:r>
    </w:p>
    <w:p w14:paraId="72F1CFD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1BFC4F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-827743701"/>
        <w:placeholder>
          <w:docPart w:val="C45042846150432AB31D8F3590623C61"/>
        </w:placeholder>
        <w:text w:multiLine="1"/>
      </w:sdtPr>
      <w:sdtEndPr>
        <w:rPr>
          <w:rStyle w:val="Nzevakce"/>
        </w:rPr>
      </w:sdtEndPr>
      <w:sdtContent>
        <w:p w14:paraId="74F54C91" w14:textId="64C0781B" w:rsidR="00826B7B" w:rsidRPr="003262BE" w:rsidRDefault="00BC1461" w:rsidP="003262BE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Rekonstrukce a doplnění závor na přejezdu v km 5,803 (P5380) trati Hradec Králové - Turnov</w:t>
          </w:r>
        </w:p>
      </w:sdtContent>
    </w:sdt>
    <w:p w14:paraId="01874007" w14:textId="77777777" w:rsidR="00826B7B" w:rsidRPr="006C2343" w:rsidRDefault="00826B7B" w:rsidP="006C2343">
      <w:pPr>
        <w:pStyle w:val="Titul2"/>
      </w:pPr>
    </w:p>
    <w:p w14:paraId="3CB00F01" w14:textId="77777777" w:rsidR="000008ED" w:rsidRDefault="000008ED" w:rsidP="006C2343">
      <w:pPr>
        <w:pStyle w:val="Tituldatum"/>
      </w:pPr>
    </w:p>
    <w:p w14:paraId="493C77A0" w14:textId="77777777" w:rsidR="00C90F19" w:rsidRDefault="00C90F19" w:rsidP="006C2343">
      <w:pPr>
        <w:pStyle w:val="Tituldatum"/>
      </w:pPr>
    </w:p>
    <w:p w14:paraId="2FC60766" w14:textId="2BF0BCD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26C91">
        <w:t>3</w:t>
      </w:r>
      <w:r w:rsidR="009E37B6">
        <w:t>.</w:t>
      </w:r>
      <w:r w:rsidR="00926C91">
        <w:t>8</w:t>
      </w:r>
      <w:r w:rsidR="009E37B6">
        <w:t>.202</w:t>
      </w:r>
      <w:r w:rsidR="00E41AD5">
        <w:t>1</w:t>
      </w:r>
      <w:r w:rsidR="000008ED">
        <w:t xml:space="preserve"> </w:t>
      </w:r>
    </w:p>
    <w:p w14:paraId="5B169877" w14:textId="77777777" w:rsidR="000008ED" w:rsidRDefault="000008ED">
      <w:pPr>
        <w:rPr>
          <w:rFonts w:asciiTheme="majorHAnsi" w:hAnsiTheme="majorHAnsi"/>
          <w:b/>
          <w:caps/>
          <w:sz w:val="22"/>
        </w:rPr>
      </w:pPr>
      <w:bookmarkStart w:id="0" w:name="_GoBack"/>
      <w:bookmarkEnd w:id="0"/>
    </w:p>
    <w:p w14:paraId="0CE3E0DB" w14:textId="77777777" w:rsidR="00BD7E91" w:rsidRDefault="00BD7E91" w:rsidP="000B536E">
      <w:pPr>
        <w:pStyle w:val="Nadpisbezsl1-1"/>
        <w:pageBreakBefore/>
      </w:pPr>
      <w:r w:rsidRPr="000008ED">
        <w:lastRenderedPageBreak/>
        <w:t>Obsah</w:t>
      </w:r>
    </w:p>
    <w:p w14:paraId="1D35D9F3" w14:textId="77777777" w:rsidR="000B536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2150260" w:history="1">
        <w:r w:rsidR="000B536E" w:rsidRPr="007B5B5B">
          <w:rPr>
            <w:rStyle w:val="Hypertextovodkaz"/>
          </w:rPr>
          <w:t>SEZNAM ZKRATEK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_Toc42150260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2</w:t>
        </w:r>
        <w:r w:rsidR="000B536E">
          <w:rPr>
            <w:noProof/>
            <w:webHidden/>
          </w:rPr>
          <w:fldChar w:fldCharType="end"/>
        </w:r>
      </w:hyperlink>
    </w:p>
    <w:p w14:paraId="35F6EF15" w14:textId="77777777" w:rsidR="000B536E" w:rsidRDefault="00BC14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1" w:history="1">
        <w:r w:rsidR="000B536E" w:rsidRPr="007B5B5B">
          <w:rPr>
            <w:rStyle w:val="Hypertextovodkaz"/>
          </w:rPr>
          <w:t>1.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POJMY A DEFINICE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_Toc42150261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D3ECE1F" w14:textId="77777777" w:rsidR="000B536E" w:rsidRDefault="00BC14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2" w:history="1">
        <w:r w:rsidR="000B536E" w:rsidRPr="007B5B5B">
          <w:rPr>
            <w:rStyle w:val="Hypertextovodkaz"/>
            <w:rFonts w:asciiTheme="majorHAnsi" w:hAnsiTheme="majorHAnsi"/>
          </w:rPr>
          <w:t>1.2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Soupis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_Toc42150262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4D765EC4" w14:textId="77777777" w:rsidR="000B536E" w:rsidRDefault="00BC14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3" w:history="1">
        <w:r w:rsidR="000B536E" w:rsidRPr="007B5B5B">
          <w:rPr>
            <w:rStyle w:val="Hypertextovodkaz"/>
            <w:rFonts w:asciiTheme="majorHAnsi" w:hAnsiTheme="majorHAnsi"/>
          </w:rPr>
          <w:t>1.3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Cenová soustava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_Toc42150263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1E676F" w14:textId="77777777" w:rsidR="000B536E" w:rsidRDefault="00BC14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4" w:history="1">
        <w:r w:rsidR="000B536E" w:rsidRPr="007B5B5B">
          <w:rPr>
            <w:rStyle w:val="Hypertextovodkaz"/>
            <w:rFonts w:asciiTheme="majorHAnsi" w:hAnsiTheme="majorHAnsi"/>
          </w:rPr>
          <w:t>1.4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Měrné jednotky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_Toc42150264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1672EC30" w14:textId="77777777" w:rsidR="000B536E" w:rsidRDefault="00BC14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5" w:history="1">
        <w:r w:rsidR="000B536E" w:rsidRPr="007B5B5B">
          <w:rPr>
            <w:rStyle w:val="Hypertextovodkaz"/>
          </w:rPr>
          <w:t>2.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ZÁKLADNÍ PRAVIDLA PRO OCEŇOVÁNÍ SOUPISU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_Toc42150265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DB9F44" w14:textId="77777777" w:rsidR="000B536E" w:rsidRDefault="00BC14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6" w:history="1">
        <w:r w:rsidR="000B536E" w:rsidRPr="007B5B5B">
          <w:rPr>
            <w:rStyle w:val="Hypertextovodkaz"/>
          </w:rPr>
          <w:t>3.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MĚŘENÍ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_Toc42150266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7179C586" w14:textId="77777777" w:rsidR="000B536E" w:rsidRDefault="00BC14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7" w:history="1">
        <w:r w:rsidR="000B536E" w:rsidRPr="007B5B5B">
          <w:rPr>
            <w:rStyle w:val="Hypertextovodkaz"/>
          </w:rPr>
          <w:t>4.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SROVNATELNÉ VÝROBKY, ALTERNATIVY MATERIÁLŮ A PROVEDENÍ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_Toc42150267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679B8D01" w14:textId="77777777" w:rsidR="00AD0C7B" w:rsidRDefault="00BD7E91" w:rsidP="008D03B9">
      <w:r>
        <w:fldChar w:fldCharType="end"/>
      </w:r>
    </w:p>
    <w:p w14:paraId="557D4BC9" w14:textId="77777777" w:rsidR="000008ED" w:rsidRDefault="000008ED" w:rsidP="008D03B9"/>
    <w:p w14:paraId="42D1317D" w14:textId="77777777" w:rsidR="000008ED" w:rsidRDefault="000008ED" w:rsidP="008D03B9"/>
    <w:p w14:paraId="6E646F95" w14:textId="77777777" w:rsidR="000008ED" w:rsidRDefault="000008ED" w:rsidP="008D03B9"/>
    <w:p w14:paraId="1E19ABE7" w14:textId="77777777" w:rsidR="000008ED" w:rsidRDefault="000008ED" w:rsidP="008D03B9"/>
    <w:p w14:paraId="59E491A9" w14:textId="77777777" w:rsidR="00AD0C7B" w:rsidRDefault="00AD0C7B" w:rsidP="00240E69">
      <w:pPr>
        <w:pStyle w:val="Nadpisbezsl1-1"/>
        <w:outlineLvl w:val="0"/>
      </w:pPr>
      <w:bookmarkStart w:id="1" w:name="_Toc4215026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270C6F9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AF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A604A1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66EA56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23BFE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438F7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1F93A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C7AA0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C91A0D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7B52AA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7F232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32156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296999A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0CFD5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1F17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E52C53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88EAF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C6A27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58006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45B4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0E37D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9D1F74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655D6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7E53C" w14:textId="77777777" w:rsidR="005E07BA" w:rsidRPr="006115D3" w:rsidRDefault="005E07BA" w:rsidP="00BC06B4">
            <w:pPr>
              <w:pStyle w:val="Zkratky2"/>
            </w:pPr>
          </w:p>
        </w:tc>
      </w:tr>
    </w:tbl>
    <w:p w14:paraId="070744E5" w14:textId="77777777" w:rsidR="00041EC8" w:rsidRDefault="00041EC8" w:rsidP="00AD0C7B"/>
    <w:p w14:paraId="3CEAB55F" w14:textId="77777777" w:rsidR="00826B7B" w:rsidRDefault="00826B7B" w:rsidP="008D03B9"/>
    <w:p w14:paraId="133CCF7D" w14:textId="77777777" w:rsidR="00826B7B" w:rsidRDefault="00826B7B">
      <w:r>
        <w:br w:type="page"/>
      </w:r>
    </w:p>
    <w:p w14:paraId="1EF096F3" w14:textId="77777777" w:rsidR="005E07BA" w:rsidRDefault="005E07BA" w:rsidP="003368B2">
      <w:pPr>
        <w:pStyle w:val="Nadpis2-1"/>
      </w:pPr>
      <w:bookmarkStart w:id="2" w:name="_Toc4215026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0EDBA60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7CDB12" w14:textId="77777777" w:rsidR="005E07BA" w:rsidRDefault="005E07BA" w:rsidP="005E07BA">
      <w:pPr>
        <w:pStyle w:val="Nadpis2-2"/>
      </w:pPr>
      <w:bookmarkStart w:id="7" w:name="_Toc42150262"/>
      <w:r>
        <w:t>Soupis prací</w:t>
      </w:r>
      <w:bookmarkEnd w:id="7"/>
      <w:r>
        <w:t xml:space="preserve"> </w:t>
      </w:r>
    </w:p>
    <w:p w14:paraId="1FECFF6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620FFA26" w14:textId="77777777" w:rsidR="005E07BA" w:rsidRDefault="005E07BA" w:rsidP="005E07BA">
      <w:pPr>
        <w:pStyle w:val="Nadpis2-2"/>
      </w:pPr>
      <w:bookmarkStart w:id="8" w:name="_Toc42150263"/>
      <w:r>
        <w:t>Cenová soustava</w:t>
      </w:r>
      <w:bookmarkEnd w:id="8"/>
    </w:p>
    <w:p w14:paraId="19FC5FD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01F4B0DE" w14:textId="77777777" w:rsidR="005E07BA" w:rsidRDefault="005E07BA" w:rsidP="005E07BA">
      <w:pPr>
        <w:pStyle w:val="Nadpis2-2"/>
      </w:pPr>
      <w:bookmarkStart w:id="9" w:name="_Toc42150264"/>
      <w:r>
        <w:t>Měrné jednotky</w:t>
      </w:r>
      <w:bookmarkEnd w:id="9"/>
    </w:p>
    <w:p w14:paraId="2331E34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80DB4" w14:textId="77777777" w:rsidR="005E07BA" w:rsidRDefault="005E07BA" w:rsidP="005E07BA">
      <w:pPr>
        <w:pStyle w:val="Nadpis2-1"/>
      </w:pPr>
      <w:bookmarkStart w:id="10" w:name="_Toc42150265"/>
      <w:r>
        <w:t>ZÁKLADNÍ PRAVIDLA PRO OCEŇOVÁNÍ SOUPISU PRACÍ</w:t>
      </w:r>
      <w:bookmarkEnd w:id="10"/>
    </w:p>
    <w:p w14:paraId="2062A21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2F1DF59" w14:textId="77777777" w:rsidR="005E07BA" w:rsidRDefault="005E07BA" w:rsidP="005E07BA">
      <w:pPr>
        <w:pStyle w:val="Text2-1"/>
      </w:pPr>
      <w:r>
        <w:t>Položky soupisu prací obsahují pole:</w:t>
      </w:r>
    </w:p>
    <w:p w14:paraId="1411FE4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1548BF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38A469D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AC3E49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825D39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E342EEA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F88AA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3EC9CC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7479C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15042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F20620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85CB9E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5477D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B86FB7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4696462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A3CFC3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0A574B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67B9866" w14:textId="77777777" w:rsidR="005E07BA" w:rsidRDefault="005E07BA" w:rsidP="005E07BA">
      <w:pPr>
        <w:pStyle w:val="Odrka1-2-"/>
      </w:pPr>
      <w:r>
        <w:t>náklady na veškerá pojištění;</w:t>
      </w:r>
    </w:p>
    <w:p w14:paraId="0E926DE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28FF404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7910BE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2827D9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318566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7B6A93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5879FD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F0BDFA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5902718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6388F3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DC415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C2D40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B4D30A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B50C9F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560EB4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122E3DB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30236D4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6FE0FF9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BB79CB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E033F50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5DA0DA92" w14:textId="77777777" w:rsidR="005E07BA" w:rsidRDefault="005E07BA" w:rsidP="005E07BA">
      <w:pPr>
        <w:pStyle w:val="Odrka1-2-"/>
      </w:pPr>
      <w:r>
        <w:t>geodetickou a koordinační činnost,</w:t>
      </w:r>
    </w:p>
    <w:p w14:paraId="7EEDEC46" w14:textId="77777777" w:rsidR="005E07BA" w:rsidRDefault="005E07BA" w:rsidP="005E07BA">
      <w:pPr>
        <w:pStyle w:val="Odrka1-2-"/>
      </w:pPr>
      <w:r>
        <w:t>veškeré zkoušky a revize.</w:t>
      </w:r>
    </w:p>
    <w:p w14:paraId="088E467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31578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0F8E21D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707523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EA067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7306A7B8" w14:textId="77777777" w:rsidR="005E07BA" w:rsidRDefault="005E07BA" w:rsidP="005E07BA">
      <w:pPr>
        <w:pStyle w:val="Nadpis2-1"/>
      </w:pPr>
      <w:bookmarkStart w:id="11" w:name="_Toc42150266"/>
      <w:r>
        <w:lastRenderedPageBreak/>
        <w:t>MĚŘENÍ</w:t>
      </w:r>
      <w:bookmarkEnd w:id="11"/>
    </w:p>
    <w:p w14:paraId="615D295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4E08C7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1E5D658" w14:textId="77777777" w:rsidR="005E07BA" w:rsidRDefault="005E07BA" w:rsidP="001D1F8C">
      <w:pPr>
        <w:pStyle w:val="Nadpis2-1"/>
      </w:pPr>
      <w:bookmarkStart w:id="12" w:name="_Toc4215026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295CC3C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6CEE8DA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5331E" w14:textId="77777777"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14:paraId="1E599C87" w14:textId="77777777"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5EAF72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FA8703A" w14:textId="0930E81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14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146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BE64B8C" w14:textId="40A39123" w:rsidR="00CF0EF4" w:rsidRPr="003462EB" w:rsidRDefault="00BC146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BC1461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a doplnění závor na přejezdu v km 5,803 (P5380) trati Hradec Králové - Turnov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1CECF19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8FDA68B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218E9D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3281F0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837BB49" w14:textId="1A8F1196" w:rsidR="00CF0EF4" w:rsidRDefault="00BC146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a doplnění závor na přejezdu v km 5,803 (P5380) trati Hradec Králové - Turnov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3D18DE86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1D8FF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F282BE0" w14:textId="72A685F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146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146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3BCDB3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00DC3" w14:textId="77777777" w:rsidR="00CF0EF4" w:rsidRPr="00B8518B" w:rsidRDefault="00CF0EF4" w:rsidP="00CF0EF4">
    <w:pPr>
      <w:pStyle w:val="Zpat"/>
      <w:rPr>
        <w:sz w:val="2"/>
        <w:szCs w:val="2"/>
      </w:rPr>
    </w:pPr>
  </w:p>
  <w:p w14:paraId="7BECDB0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9BE95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6D763F6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7EB4F" w14:textId="77777777"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14:paraId="1CEA49C5" w14:textId="77777777"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F44E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6DF56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6C7A3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9944E2" w14:textId="77777777" w:rsidR="0076790E" w:rsidRPr="00D6163D" w:rsidRDefault="0076790E" w:rsidP="00D6163D">
          <w:pPr>
            <w:pStyle w:val="Druhdokumentu"/>
          </w:pPr>
        </w:p>
      </w:tc>
    </w:tr>
  </w:tbl>
  <w:p w14:paraId="627CC0A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24628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247F0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2AA72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17E337" wp14:editId="1E749A9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5C75EA" w14:textId="77777777" w:rsidR="0076790E" w:rsidRPr="00D6163D" w:rsidRDefault="0076790E" w:rsidP="00FC6389">
          <w:pPr>
            <w:pStyle w:val="Druhdokumentu"/>
          </w:pPr>
        </w:p>
      </w:tc>
    </w:tr>
    <w:tr w:rsidR="0076790E" w14:paraId="6D2F37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E5C58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824D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0905C5" w14:textId="77777777" w:rsidR="0076790E" w:rsidRPr="00D6163D" w:rsidRDefault="0076790E" w:rsidP="00FC6389">
          <w:pPr>
            <w:pStyle w:val="Druhdokumentu"/>
          </w:pPr>
        </w:p>
      </w:tc>
    </w:tr>
  </w:tbl>
  <w:p w14:paraId="47832A64" w14:textId="77777777" w:rsidR="0076790E" w:rsidRPr="00D6163D" w:rsidRDefault="0076790E" w:rsidP="00FC6389">
    <w:pPr>
      <w:pStyle w:val="Zhlav"/>
      <w:rPr>
        <w:sz w:val="8"/>
        <w:szCs w:val="8"/>
      </w:rPr>
    </w:pPr>
  </w:p>
  <w:p w14:paraId="0DFE1D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B536E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042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467F"/>
    <w:rsid w:val="004E7A1F"/>
    <w:rsid w:val="004F00B8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96698"/>
    <w:rsid w:val="007A5172"/>
    <w:rsid w:val="007A67A0"/>
    <w:rsid w:val="007B570C"/>
    <w:rsid w:val="007C263C"/>
    <w:rsid w:val="007D76B3"/>
    <w:rsid w:val="007E4A6E"/>
    <w:rsid w:val="007F56A7"/>
    <w:rsid w:val="00800851"/>
    <w:rsid w:val="008028EF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26C91"/>
    <w:rsid w:val="00936091"/>
    <w:rsid w:val="00940D8A"/>
    <w:rsid w:val="00955B07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1461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AD5"/>
    <w:rsid w:val="00E44045"/>
    <w:rsid w:val="00E618C4"/>
    <w:rsid w:val="00E7218A"/>
    <w:rsid w:val="00E80527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A6AA98"/>
  <w14:defaultImageDpi w14:val="32767"/>
  <w15:docId w15:val="{0644AA9E-F319-4CA8-9D65-35062DC9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5042846150432AB31D8F3590623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51042-6865-44AA-B0DC-DEC36B63A357}"/>
      </w:docPartPr>
      <w:docPartBody>
        <w:p w:rsidR="00F84AB1" w:rsidRDefault="003F3CDA" w:rsidP="003F3CDA">
          <w:pPr>
            <w:pStyle w:val="C45042846150432AB31D8F3590623C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2"/>
    <w:rsid w:val="00001875"/>
    <w:rsid w:val="003F3CDA"/>
    <w:rsid w:val="009312A8"/>
    <w:rsid w:val="00C67842"/>
    <w:rsid w:val="00F8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3CDA"/>
    <w:rPr>
      <w:color w:val="808080"/>
    </w:rPr>
  </w:style>
  <w:style w:type="paragraph" w:customStyle="1" w:styleId="6CF24DA59CDE43F7BACA03FD33B99B2A">
    <w:name w:val="6CF24DA59CDE43F7BACA03FD33B99B2A"/>
  </w:style>
  <w:style w:type="paragraph" w:customStyle="1" w:styleId="C45042846150432AB31D8F3590623C61">
    <w:name w:val="C45042846150432AB31D8F3590623C61"/>
    <w:rsid w:val="003F3C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3DB0A4-C953-4653-975F-72E327CB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2</TotalTime>
  <Pages>6</Pages>
  <Words>1818</Words>
  <Characters>10732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Přerovská Kamila, Ing.</cp:lastModifiedBy>
  <cp:revision>1</cp:revision>
  <cp:lastPrinted>2019-03-13T10:28:00Z</cp:lastPrinted>
  <dcterms:created xsi:type="dcterms:W3CDTF">2021-08-03T12:11:00Z</dcterms:created>
  <dcterms:modified xsi:type="dcterms:W3CDTF">2021-08-16T12:16:00Z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